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>Správu železniční dopravní cesty,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367FC4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 w:rsidRPr="00367FC4">
        <w:rPr>
          <w:rFonts w:eastAsia="Times New Roman"/>
          <w:b/>
          <w:lang w:eastAsia="cs-CZ"/>
        </w:rPr>
        <w:t>Optimalizace traťového úseku Lysá nad Labem ( mimo) – Čelákovice ( mimo)</w:t>
      </w:r>
      <w:bookmarkStart w:id="0" w:name="_GoBack"/>
      <w:bookmarkEnd w:id="0"/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Tuto plnou moc vydávám na základě „Podpisového řádu“ a mého pověření č. 2448 ze dne 2. 5. 2018 vydaného generálním ředitelem Správy železniční dopravní cesty,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14E" w:rsidRDefault="0024614E" w:rsidP="00962258">
      <w:pPr>
        <w:spacing w:after="0" w:line="240" w:lineRule="auto"/>
      </w:pPr>
      <w:r>
        <w:separator/>
      </w:r>
    </w:p>
  </w:endnote>
  <w:endnote w:type="continuationSeparator" w:id="0">
    <w:p w:rsidR="0024614E" w:rsidRDefault="002461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24614E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367FC4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367FC4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Správa železniční dopravní cesty,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24614E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14E" w:rsidRDefault="0024614E" w:rsidP="00962258">
      <w:pPr>
        <w:spacing w:after="0" w:line="240" w:lineRule="auto"/>
      </w:pPr>
      <w:r>
        <w:separator/>
      </w:r>
    </w:p>
  </w:footnote>
  <w:footnote w:type="continuationSeparator" w:id="0">
    <w:p w:rsidR="0024614E" w:rsidRDefault="002461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24614E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1" type="#_x0000_t75" style="position:absolute;margin-left:0;margin-top:0;width:241.8pt;height:81.35pt;z-index:1;visibility:visible;mso-position-horizontal-relative:page;mso-position-vertical-relative:page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72C1E"/>
    <w:rsid w:val="0008786E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4614E"/>
    <w:rsid w:val="00280E07"/>
    <w:rsid w:val="002C31BF"/>
    <w:rsid w:val="002D08B1"/>
    <w:rsid w:val="002E0CD7"/>
    <w:rsid w:val="002E6199"/>
    <w:rsid w:val="00357BC6"/>
    <w:rsid w:val="00367FC4"/>
    <w:rsid w:val="003956C6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4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v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ListBulletmultilevel"/>
    <w:pPr>
      <w:numPr>
        <w:numId w:val="2"/>
      </w:numPr>
    </w:pPr>
  </w:style>
  <w:style w:type="numbering" w:customStyle="1" w:styleId="ZhlavChar">
    <w:name w:val="ListNumbermultilevel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E9A9CD-1A60-4D17-A32D-334AB5C88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0</TotalTime>
  <Pages>1</Pages>
  <Words>305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Fořt Michal, Ing.</cp:lastModifiedBy>
  <cp:revision>5</cp:revision>
  <cp:lastPrinted>2019-02-12T12:02:00Z</cp:lastPrinted>
  <dcterms:created xsi:type="dcterms:W3CDTF">2019-02-12T12:33:00Z</dcterms:created>
  <dcterms:modified xsi:type="dcterms:W3CDTF">2019-04-16T05:45:00Z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